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717" w:rsidRPr="003D49C0" w:rsidRDefault="00887C32" w:rsidP="00A95362">
      <w:pPr>
        <w:pStyle w:val="Heading110"/>
        <w:keepNext/>
        <w:keepLines/>
        <w:shd w:val="clear" w:color="auto" w:fill="auto"/>
        <w:spacing w:after="0" w:line="240" w:lineRule="auto"/>
        <w:ind w:right="198"/>
        <w:jc w:val="left"/>
        <w:rPr>
          <w:b w:val="0"/>
          <w:sz w:val="6"/>
        </w:rPr>
      </w:pPr>
      <w:bookmarkStart w:id="0" w:name="bookmark0"/>
      <w:bookmarkStart w:id="1" w:name="_GoBack"/>
      <w:bookmarkEnd w:id="1"/>
      <w:r w:rsidRPr="003D49C0">
        <w:rPr>
          <w:noProof/>
          <w:lang w:val="en-GB" w:eastAsia="en-GB" w:bidi="ar-SA"/>
        </w:rPr>
        <w:drawing>
          <wp:anchor distT="0" distB="0" distL="63500" distR="164465" simplePos="0" relativeHeight="251657216" behindDoc="1" locked="0" layoutInCell="1" allowOverlap="1">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079505"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609090" cy="883920"/>
                    </a:xfrm>
                    <a:prstGeom prst="rect">
                      <a:avLst/>
                    </a:prstGeom>
                    <a:noFill/>
                  </pic:spPr>
                </pic:pic>
              </a:graphicData>
            </a:graphic>
          </wp:anchor>
        </w:drawing>
      </w:r>
      <w:r w:rsidR="00B0232C">
        <w:rPr>
          <w:b w:val="0"/>
          <w:bCs w:val="0"/>
          <w:noProof/>
          <w:sz w:val="20"/>
          <w:lang w:val="sq"/>
        </w:rPr>
        <w:pict>
          <v:shapetype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8240;visibility:visible;mso-wrap-style:square;mso-width-percent:0;mso-height-percent:0;mso-wrap-distance-left:9pt;mso-wrap-distance-top:0;mso-wrap-distance-right:9pt;mso-wrap-distance-bottom:0;mso-position-horizontal-relative:page;mso-position-vertical-relative:page;mso-width-percent:0;mso-height-percent:0;mso-width-relative:page;mso-height-relative:page;v-text-anchor:top" o:allowincell="f" filled="f" stroked="f">
            <v:textbox>
              <w:txbxContent>
                <w:p w:rsidR="005F7717" w:rsidRPr="003D49C0" w:rsidRDefault="003D49C0">
                  <w:pPr>
                    <w:jc w:val="center"/>
                    <w:rPr>
                      <w:rFonts w:ascii="Arial" w:hAnsi="Arial" w:cs="Arial"/>
                      <w:b/>
                      <w:bCs/>
                      <w:sz w:val="48"/>
                      <w:lang w:val="en-GB"/>
                    </w:rPr>
                  </w:pPr>
                  <w:r>
                    <w:rPr>
                      <w:rFonts w:ascii="Arial" w:hAnsi="Arial" w:cs="Arial"/>
                      <w:b/>
                      <w:bCs/>
                      <w:sz w:val="48"/>
                      <w:lang w:val="en-GB"/>
                    </w:rPr>
                    <w:t>SQ</w:t>
                  </w:r>
                </w:p>
              </w:txbxContent>
            </v:textbox>
            <w10:wrap anchorx="page" anchory="page"/>
          </v:shape>
        </w:pict>
      </w:r>
    </w:p>
    <w:p w:rsidR="007D1F4E" w:rsidRPr="003D49C0" w:rsidRDefault="00887C32" w:rsidP="00A95362">
      <w:pPr>
        <w:pStyle w:val="Heading110"/>
        <w:keepNext/>
        <w:keepLines/>
        <w:shd w:val="clear" w:color="auto" w:fill="auto"/>
        <w:ind w:right="200"/>
      </w:pPr>
      <w:r w:rsidRPr="003D49C0">
        <w:rPr>
          <w:lang w:val="sq"/>
        </w:rPr>
        <w:t>Simulim i Veprimit Klimatik: Vendet në Zhvillim</w:t>
      </w:r>
      <w:bookmarkEnd w:id="0"/>
    </w:p>
    <w:p w:rsidR="007D1F4E" w:rsidRPr="003D49C0" w:rsidRDefault="00887C32" w:rsidP="00A95362">
      <w:pPr>
        <w:pStyle w:val="Bodytext30"/>
        <w:shd w:val="clear" w:color="auto" w:fill="auto"/>
        <w:tabs>
          <w:tab w:val="left" w:pos="994"/>
        </w:tabs>
        <w:spacing w:before="0" w:after="120"/>
        <w:ind w:left="400"/>
      </w:pPr>
      <w:r w:rsidRPr="003D49C0">
        <w:rPr>
          <w:lang w:val="sq"/>
        </w:rPr>
        <w:t>Për:</w:t>
      </w:r>
      <w:r w:rsidRPr="003D49C0">
        <w:rPr>
          <w:lang w:val="sq"/>
        </w:rPr>
        <w:tab/>
      </w:r>
      <w:proofErr w:type="spellStart"/>
      <w:r w:rsidRPr="003D49C0">
        <w:rPr>
          <w:lang w:val="sq"/>
        </w:rPr>
        <w:t>Kryenegociatorët</w:t>
      </w:r>
      <w:proofErr w:type="spellEnd"/>
      <w:r w:rsidRPr="003D49C0">
        <w:rPr>
          <w:lang w:val="sq"/>
        </w:rPr>
        <w:t xml:space="preserve"> për Vendet në Zhvillim</w:t>
      </w:r>
    </w:p>
    <w:p w:rsidR="007D1F4E" w:rsidRPr="003D49C0" w:rsidRDefault="00887C32" w:rsidP="00A95362">
      <w:pPr>
        <w:pStyle w:val="Bodytext22"/>
        <w:shd w:val="clear" w:color="auto" w:fill="auto"/>
        <w:ind w:left="3828" w:firstLine="0"/>
        <w:jc w:val="both"/>
      </w:pPr>
      <w:r w:rsidRPr="003D49C0">
        <w:rPr>
          <w:lang w:val="sq"/>
        </w:rPr>
        <w:t>(Mbi 100 kombe: Azia Juglindore, shumica e Amerikës Qendrore dhe Jugore, shumica e vendeve afrikane, kombet e vogla ishullore dhe shumica e Lindjes së Mesme)</w:t>
      </w:r>
    </w:p>
    <w:p w:rsidR="007D1F4E" w:rsidRPr="003D49C0" w:rsidRDefault="00887C32" w:rsidP="00A95362">
      <w:pPr>
        <w:pStyle w:val="Bodytext30"/>
        <w:shd w:val="clear" w:color="auto" w:fill="auto"/>
        <w:tabs>
          <w:tab w:val="left" w:pos="994"/>
        </w:tabs>
        <w:spacing w:before="0" w:after="120"/>
        <w:ind w:left="400"/>
      </w:pPr>
      <w:r w:rsidRPr="003D49C0">
        <w:rPr>
          <w:lang w:val="sq"/>
        </w:rPr>
        <w:t xml:space="preserve">Subjekti: </w:t>
      </w:r>
      <w:r w:rsidRPr="003D49C0">
        <w:rPr>
          <w:b w:val="0"/>
          <w:bCs w:val="0"/>
          <w:lang w:val="sq"/>
        </w:rPr>
        <w:tab/>
      </w:r>
      <w:r w:rsidRPr="003D49C0">
        <w:rPr>
          <w:lang w:val="sq"/>
        </w:rPr>
        <w:t>Përgatitja për Samitin e Veprimit Klimatik</w:t>
      </w:r>
    </w:p>
    <w:p w:rsidR="0063415F" w:rsidRPr="003D49C0" w:rsidRDefault="00887C32" w:rsidP="00A95362">
      <w:pPr>
        <w:pStyle w:val="Bodytext22"/>
        <w:shd w:val="clear" w:color="auto" w:fill="auto"/>
        <w:ind w:firstLine="0"/>
        <w:jc w:val="both"/>
        <w:rPr>
          <w:lang w:val="sq"/>
        </w:rPr>
      </w:pPr>
      <w:r w:rsidRPr="003D49C0">
        <w:rPr>
          <w:lang w:val="sq"/>
        </w:rPr>
        <w:t xml:space="preserve">Mirë se vini në Samitin e Veprimit Klimatik! Ju dhe liderë nga të gjitha grupet përkatëse të interesit jeni ftuar nga Sekretari i Përgjithshëm i OKB-së për të punuar së bashku për t’i dhënë përgjigje të suksesshme ndryshimit klimatik. Në ftesë, Sekretari i Përgjithshëm </w:t>
      </w:r>
      <w:r w:rsidRPr="003D49C0">
        <w:rPr>
          <w:color w:val="0000FF"/>
          <w:u w:val="single"/>
          <w:lang w:val="sq"/>
        </w:rPr>
        <w:t>vërejti</w:t>
      </w:r>
      <w:r w:rsidRPr="003D49C0">
        <w:rPr>
          <w:lang w:val="sq"/>
        </w:rPr>
        <w:t xml:space="preserve"> se: “Emergjenca klimatike është një garë që po e humbim, por është një garë që mund ta fitojmë...Shkenca e përparuar ... na thotë se çdo rritje temperature mbi 1,5 °C do të sjellë dëmtim madhor dhe të pakthyeshëm në ekosistemet që na mbështesin ... Por shkenca gjithashtu na thotë se nuk është tepër vonë. Ne mund t’ia dalim ... Por na nevojiten transformime themelore në të gjitha aspektet e shoqërisë - mënyra se si rrisim ushqimet, se si përdorim tokën, se si e furnizojmë me karburant transportin dhe se si furnizojmë me energji ekonomitë tona ... Duke vepruar së bashku, nuk do të lëmë askënd prapa.”</w:t>
      </w:r>
    </w:p>
    <w:p w:rsidR="007D1F4E" w:rsidRPr="003D49C0" w:rsidRDefault="00887C32" w:rsidP="00A95362">
      <w:pPr>
        <w:pStyle w:val="Bodytext22"/>
        <w:shd w:val="clear" w:color="auto" w:fill="auto"/>
        <w:ind w:firstLine="0"/>
        <w:jc w:val="both"/>
        <w:rPr>
          <w:lang w:val="sq"/>
        </w:rPr>
      </w:pPr>
      <w:r w:rsidRPr="003D49C0">
        <w:rPr>
          <w:lang w:val="sq"/>
        </w:rPr>
        <w:t xml:space="preserve">Objektivi i samitit është të krijohet një plan për të kufizuar ngrohjen globale në më pak se 2°C [3,6 °F] mbi nivelet përpara industrializimit dhe të luftojmë për 1,5 °C [2,7 °F], objektivat ndërkombëtare të njohura zyrtarisht në Marrëveshjen e Parisit për Klimën. </w:t>
      </w:r>
      <w:r w:rsidRPr="003D49C0">
        <w:rPr>
          <w:color w:val="0000FF"/>
          <w:u w:val="single"/>
          <w:lang w:val="sq"/>
        </w:rPr>
        <w:t>Provat shkencore</w:t>
      </w:r>
      <w:r w:rsidRPr="003D49C0">
        <w:rPr>
          <w:lang w:val="sq"/>
        </w:rPr>
        <w:t xml:space="preserve"> janë të qarta: ngrohja mbi këtë kufi do të sjellë ndikime </w:t>
      </w:r>
      <w:proofErr w:type="spellStart"/>
      <w:r w:rsidRPr="003D49C0">
        <w:rPr>
          <w:lang w:val="sq"/>
        </w:rPr>
        <w:t>katastrofike</w:t>
      </w:r>
      <w:proofErr w:type="spellEnd"/>
      <w:r w:rsidRPr="003D49C0">
        <w:rPr>
          <w:lang w:val="sq"/>
        </w:rPr>
        <w:t xml:space="preserve"> dhe të pakthyeshme që kërcënojnë shëndetin, begatinë dhe jetën e njerëzve në të gjitha kombet.</w:t>
      </w:r>
    </w:p>
    <w:p w:rsidR="007D1F4E" w:rsidRPr="003D49C0" w:rsidRDefault="00887C32" w:rsidP="00A95362">
      <w:pPr>
        <w:pStyle w:val="Bodytext22"/>
        <w:shd w:val="clear" w:color="auto" w:fill="auto"/>
        <w:ind w:firstLine="0"/>
        <w:jc w:val="both"/>
        <w:rPr>
          <w:lang w:val="sq"/>
        </w:rPr>
      </w:pPr>
      <w:r w:rsidRPr="003D49C0">
        <w:rPr>
          <w:lang w:val="sq"/>
        </w:rPr>
        <w:t xml:space="preserve">Ju përfaqësoni kombet më pak të zhvilluara në botë. Popullsia e kombinuar e kombeve tuaja është rreth 2,9 miliardë, rreth 38% e popullsisë botërore prej 7,7 miliardë njerëzish, dhe po rritet me shpejtësi. Por, kolektivisht kombet tuaja </w:t>
      </w:r>
      <w:proofErr w:type="spellStart"/>
      <w:r w:rsidRPr="003D49C0">
        <w:rPr>
          <w:lang w:val="sq"/>
        </w:rPr>
        <w:t>gjenerojnë</w:t>
      </w:r>
      <w:proofErr w:type="spellEnd"/>
      <w:r w:rsidRPr="003D49C0">
        <w:rPr>
          <w:lang w:val="sq"/>
        </w:rPr>
        <w:t xml:space="preserve"> vetëm rreth 16% të rendimentit botëror ekonomik, me PBB (Prodhimi i brendshëm bruto) më të ulët për frymë dhe shumë më tepër varfëri se kombet e zhvilluara.</w:t>
      </w:r>
    </w:p>
    <w:p w:rsidR="007D1F4E" w:rsidRPr="003D49C0" w:rsidRDefault="00887C32" w:rsidP="00A95362">
      <w:pPr>
        <w:pStyle w:val="Bodytext22"/>
        <w:shd w:val="clear" w:color="auto" w:fill="auto"/>
        <w:spacing w:line="244" w:lineRule="exact"/>
        <w:ind w:left="400"/>
        <w:jc w:val="both"/>
        <w:rPr>
          <w:lang w:val="sq"/>
        </w:rPr>
      </w:pPr>
      <w:r w:rsidRPr="003D49C0">
        <w:rPr>
          <w:lang w:val="sq"/>
        </w:rPr>
        <w:t xml:space="preserve">Prioritetet e politikës suaj janë listuar më poshtë. Por, ju mund të propozoni ose bllokoni çdo politikë të </w:t>
      </w:r>
      <w:proofErr w:type="spellStart"/>
      <w:r w:rsidRPr="003D49C0">
        <w:rPr>
          <w:lang w:val="sq"/>
        </w:rPr>
        <w:t>disponueshme</w:t>
      </w:r>
      <w:proofErr w:type="spellEnd"/>
      <w:r w:rsidRPr="003D49C0">
        <w:rPr>
          <w:lang w:val="sq"/>
        </w:rPr>
        <w:t>.</w:t>
      </w:r>
    </w:p>
    <w:p w:rsidR="007D1F4E" w:rsidRPr="003D49C0" w:rsidRDefault="00887C32" w:rsidP="00A95362">
      <w:pPr>
        <w:pStyle w:val="Bodytext30"/>
        <w:numPr>
          <w:ilvl w:val="0"/>
          <w:numId w:val="1"/>
        </w:numPr>
        <w:shd w:val="clear" w:color="auto" w:fill="auto"/>
        <w:tabs>
          <w:tab w:val="left" w:pos="362"/>
        </w:tabs>
        <w:spacing w:before="0" w:after="120"/>
        <w:ind w:left="400"/>
        <w:rPr>
          <w:lang w:val="sq"/>
        </w:rPr>
      </w:pPr>
      <w:r w:rsidRPr="003D49C0">
        <w:rPr>
          <w:lang w:val="sq"/>
        </w:rPr>
        <w:t xml:space="preserve">Subvenciononi energjinë e </w:t>
      </w:r>
      <w:proofErr w:type="spellStart"/>
      <w:r w:rsidRPr="003D49C0">
        <w:rPr>
          <w:lang w:val="sq"/>
        </w:rPr>
        <w:t>rinovueshme</w:t>
      </w:r>
      <w:proofErr w:type="spellEnd"/>
      <w:r w:rsidRPr="003D49C0">
        <w:rPr>
          <w:lang w:val="sq"/>
        </w:rPr>
        <w:t xml:space="preserve"> (p.sh. energjinë diellore, energjinë e erës, </w:t>
      </w:r>
      <w:proofErr w:type="spellStart"/>
      <w:r w:rsidRPr="003D49C0">
        <w:rPr>
          <w:lang w:val="sq"/>
        </w:rPr>
        <w:t>gjeotermike</w:t>
      </w:r>
      <w:proofErr w:type="spellEnd"/>
      <w:r w:rsidRPr="003D49C0">
        <w:rPr>
          <w:lang w:val="sq"/>
        </w:rPr>
        <w:t>, energjinë hidrike dhe magazinimin e saj).</w:t>
      </w:r>
    </w:p>
    <w:p w:rsidR="007D1F4E" w:rsidRPr="003D49C0" w:rsidRDefault="00887C32" w:rsidP="00A95362">
      <w:pPr>
        <w:pStyle w:val="Bodytext22"/>
        <w:shd w:val="clear" w:color="auto" w:fill="auto"/>
        <w:ind w:left="400" w:firstLine="0"/>
        <w:jc w:val="both"/>
        <w:rPr>
          <w:lang w:val="sq"/>
        </w:rPr>
      </w:pPr>
      <w:r w:rsidRPr="003D49C0">
        <w:rPr>
          <w:rStyle w:val="Bodytext21"/>
          <w:lang w:val="sq"/>
        </w:rPr>
        <w:t xml:space="preserve">Industria e energjisë së </w:t>
      </w:r>
      <w:proofErr w:type="spellStart"/>
      <w:r w:rsidRPr="003D49C0">
        <w:rPr>
          <w:rStyle w:val="Bodytext21"/>
          <w:lang w:val="sq"/>
        </w:rPr>
        <w:t>rinovueshme</w:t>
      </w:r>
      <w:proofErr w:type="spellEnd"/>
      <w:r w:rsidRPr="003D49C0">
        <w:rPr>
          <w:rStyle w:val="Bodytext21"/>
          <w:lang w:val="sq"/>
        </w:rPr>
        <w:t xml:space="preserve"> rritet me shpejtësi, por përbën më pak se 5% të furnizimit të energjisë në botë. Subvencionet do t’i ndihmojnë këto industri të rriten, duke krijuar vende pune në kombet tuaja (nëse mund të lini pas përmirësimet e teknologjisë së baterive, energjisë së erës dhe asaj diellore në vendet e zhvilluara). Magazinimi (p.sh. bateritë, magazinimi termik, energjia hidrike e pompuar) dhe menaxhimi i ngarkesës dinamike për energjinë elektrike lejojnë që energjitë e </w:t>
      </w:r>
      <w:proofErr w:type="spellStart"/>
      <w:r w:rsidRPr="003D49C0">
        <w:rPr>
          <w:rStyle w:val="Bodytext21"/>
          <w:lang w:val="sq"/>
        </w:rPr>
        <w:t>rinovueshme</w:t>
      </w:r>
      <w:proofErr w:type="spellEnd"/>
      <w:r w:rsidRPr="003D49C0">
        <w:rPr>
          <w:rStyle w:val="Bodytext21"/>
          <w:lang w:val="sq"/>
        </w:rPr>
        <w:t xml:space="preserve"> të ndryshme si era dhe dielli të integrohen në sistemin e energjisë ndërkohë që ofrojnë energji elektrike gjatë gjithë kohës. Subvencionet për energjitë e </w:t>
      </w:r>
      <w:proofErr w:type="spellStart"/>
      <w:r w:rsidRPr="003D49C0">
        <w:rPr>
          <w:rStyle w:val="Bodytext21"/>
          <w:lang w:val="sq"/>
        </w:rPr>
        <w:t>rinovueshme</w:t>
      </w:r>
      <w:proofErr w:type="spellEnd"/>
      <w:r w:rsidRPr="003D49C0">
        <w:rPr>
          <w:rStyle w:val="Bodytext21"/>
          <w:lang w:val="sq"/>
        </w:rPr>
        <w:t>, të paguara nga kombet e zhvilluara dhe ato në zhvillim të shpejtë si Kina, do t’i bënin këto burime energjie shumë më pak të kushtueshme për vendet tuaja dhe do të shpejtonin zhvillimin ekonomik.</w:t>
      </w:r>
    </w:p>
    <w:p w:rsidR="007D1F4E" w:rsidRPr="003D49C0" w:rsidRDefault="00887C32" w:rsidP="00A95362">
      <w:pPr>
        <w:pStyle w:val="Bodytext30"/>
        <w:numPr>
          <w:ilvl w:val="0"/>
          <w:numId w:val="1"/>
        </w:numPr>
        <w:shd w:val="clear" w:color="auto" w:fill="auto"/>
        <w:tabs>
          <w:tab w:val="left" w:pos="362"/>
        </w:tabs>
        <w:spacing w:before="0" w:after="120"/>
        <w:ind w:left="400"/>
        <w:rPr>
          <w:b w:val="0"/>
          <w:lang w:val="sq"/>
        </w:rPr>
      </w:pPr>
      <w:r w:rsidRPr="003D49C0">
        <w:rPr>
          <w:lang w:val="sq"/>
        </w:rPr>
        <w:t>Reduktoni emetimet e gazit metan, oksidit të azotit dhe gazeve të tjera të efektit serrë.</w:t>
      </w:r>
      <w:r w:rsidRPr="003D49C0">
        <w:rPr>
          <w:b w:val="0"/>
          <w:bCs w:val="0"/>
          <w:lang w:val="sq"/>
        </w:rPr>
        <w:t xml:space="preserve"> CO</w:t>
      </w:r>
      <w:r w:rsidRPr="003D49C0">
        <w:rPr>
          <w:b w:val="0"/>
          <w:bCs w:val="0"/>
          <w:vertAlign w:val="subscript"/>
          <w:lang w:val="sq"/>
        </w:rPr>
        <w:t>2</w:t>
      </w:r>
      <w:r w:rsidRPr="003D49C0">
        <w:rPr>
          <w:b w:val="0"/>
          <w:bCs w:val="0"/>
          <w:lang w:val="sq"/>
        </w:rPr>
        <w:t xml:space="preserve"> është gazi kryesor i efektit serrë, por edhe gaze të tjera shkaktojnë një të katërtën e ngrohjes globale. Këto përfshijnë metanin (CH</w:t>
      </w:r>
      <w:r w:rsidRPr="003D49C0">
        <w:rPr>
          <w:b w:val="0"/>
          <w:bCs w:val="0"/>
          <w:vertAlign w:val="subscript"/>
          <w:lang w:val="sq"/>
        </w:rPr>
        <w:t>4</w:t>
      </w:r>
      <w:r w:rsidRPr="003D49C0">
        <w:rPr>
          <w:b w:val="0"/>
          <w:bCs w:val="0"/>
          <w:lang w:val="sq"/>
        </w:rPr>
        <w:t>), oksidin e azotit (N</w:t>
      </w:r>
      <w:r w:rsidRPr="003D49C0">
        <w:rPr>
          <w:b w:val="0"/>
          <w:bCs w:val="0"/>
          <w:vertAlign w:val="subscript"/>
          <w:lang w:val="sq"/>
        </w:rPr>
        <w:t>2</w:t>
      </w:r>
      <w:r w:rsidRPr="003D49C0">
        <w:rPr>
          <w:b w:val="0"/>
          <w:bCs w:val="0"/>
          <w:lang w:val="sq"/>
        </w:rPr>
        <w:t xml:space="preserve">O), dhe një gamë të gjerë </w:t>
      </w:r>
      <w:proofErr w:type="spellStart"/>
      <w:r w:rsidRPr="003D49C0">
        <w:rPr>
          <w:b w:val="0"/>
          <w:bCs w:val="0"/>
          <w:lang w:val="sq"/>
        </w:rPr>
        <w:t>kloro-fluorokarburesh</w:t>
      </w:r>
      <w:proofErr w:type="spellEnd"/>
      <w:r w:rsidRPr="003D49C0">
        <w:rPr>
          <w:b w:val="0"/>
          <w:bCs w:val="0"/>
          <w:lang w:val="sq"/>
        </w:rPr>
        <w:t xml:space="preserve"> dhe përbërës të tjerë të </w:t>
      </w:r>
      <w:proofErr w:type="spellStart"/>
      <w:r w:rsidRPr="003D49C0">
        <w:rPr>
          <w:b w:val="0"/>
          <w:bCs w:val="0"/>
          <w:lang w:val="sq"/>
        </w:rPr>
        <w:t>fluorinuar</w:t>
      </w:r>
      <w:proofErr w:type="spellEnd"/>
      <w:r w:rsidRPr="003D49C0">
        <w:rPr>
          <w:b w:val="0"/>
          <w:bCs w:val="0"/>
          <w:lang w:val="sq"/>
        </w:rPr>
        <w:t xml:space="preserve"> (të ashtuquajturat gazet F). Molekulë për molekulë, shumë prej gazeve që nuk janë CO</w:t>
      </w:r>
      <w:r w:rsidRPr="003D49C0">
        <w:rPr>
          <w:b w:val="0"/>
          <w:bCs w:val="0"/>
          <w:vertAlign w:val="subscript"/>
          <w:lang w:val="sq"/>
        </w:rPr>
        <w:t>2</w:t>
      </w:r>
      <w:r w:rsidRPr="003D49C0">
        <w:rPr>
          <w:b w:val="0"/>
          <w:bCs w:val="0"/>
          <w:lang w:val="sq"/>
        </w:rPr>
        <w:t xml:space="preserve"> do të kontribuojnë dhjetëra, qindra madje mijëra herë më shumë në ngrohjen globale gjatë shekullit të ardhshëm se CO</w:t>
      </w:r>
      <w:r w:rsidRPr="003D49C0">
        <w:rPr>
          <w:b w:val="0"/>
          <w:bCs w:val="0"/>
          <w:vertAlign w:val="subscript"/>
          <w:lang w:val="sq"/>
        </w:rPr>
        <w:t>2</w:t>
      </w:r>
      <w:r w:rsidRPr="003D49C0">
        <w:rPr>
          <w:b w:val="0"/>
          <w:bCs w:val="0"/>
          <w:lang w:val="sq"/>
        </w:rPr>
        <w:t>. Megjithëse përqendrimet e tyre janë të ulëta, ato rriten shpejt. Shumë prej këtyre emetimeve dalin nga vendet e zhvilluara dhe vendet me zhvillim të shpejtë në botë.</w:t>
      </w:r>
    </w:p>
    <w:p w:rsidR="007D1F4E" w:rsidRPr="003D49C0" w:rsidRDefault="00887C32" w:rsidP="00A95362">
      <w:pPr>
        <w:pStyle w:val="Bodytext30"/>
        <w:numPr>
          <w:ilvl w:val="0"/>
          <w:numId w:val="1"/>
        </w:numPr>
        <w:shd w:val="clear" w:color="auto" w:fill="auto"/>
        <w:tabs>
          <w:tab w:val="left" w:pos="362"/>
        </w:tabs>
        <w:spacing w:before="0" w:after="120"/>
        <w:ind w:left="400"/>
        <w:rPr>
          <w:lang w:val="sq"/>
        </w:rPr>
      </w:pPr>
      <w:r w:rsidRPr="003D49C0">
        <w:rPr>
          <w:lang w:val="sq"/>
        </w:rPr>
        <w:t>Reduktoni shpyllëzimin.</w:t>
      </w:r>
      <w:r w:rsidRPr="003D49C0">
        <w:rPr>
          <w:b w:val="0"/>
          <w:bCs w:val="0"/>
          <w:lang w:val="sq"/>
        </w:rPr>
        <w:t xml:space="preserve"> Shpyllëzimi aktualisht është përgjegjës për rreth 15% të emetimeve </w:t>
      </w:r>
      <w:r w:rsidRPr="003D49C0">
        <w:rPr>
          <w:b w:val="0"/>
          <w:bCs w:val="0"/>
          <w:lang w:val="sq"/>
        </w:rPr>
        <w:lastRenderedPageBreak/>
        <w:t xml:space="preserve">globale të gazeve të efektit serrë. Shumë prej këtij shpyllëzimi ndodh në pyjet tropikale të kombeve tuaja, duke përfshirë </w:t>
      </w:r>
      <w:proofErr w:type="spellStart"/>
      <w:r w:rsidRPr="003D49C0">
        <w:rPr>
          <w:b w:val="0"/>
          <w:bCs w:val="0"/>
          <w:lang w:val="sq"/>
        </w:rPr>
        <w:t>bazenin</w:t>
      </w:r>
      <w:proofErr w:type="spellEnd"/>
      <w:r w:rsidRPr="003D49C0">
        <w:rPr>
          <w:b w:val="0"/>
          <w:bCs w:val="0"/>
          <w:lang w:val="sq"/>
        </w:rPr>
        <w:t xml:space="preserve"> e Amazonës, Azinë Jugore dhe Juglindore dhe Afrikën. Mbrojtja e pyjeve mund t’i reduktojë ato emetime ndërsa ruan njëkohësisht </w:t>
      </w:r>
      <w:proofErr w:type="spellStart"/>
      <w:r w:rsidRPr="003D49C0">
        <w:rPr>
          <w:b w:val="0"/>
          <w:bCs w:val="0"/>
          <w:lang w:val="sq"/>
        </w:rPr>
        <w:t>biodiversitetin</w:t>
      </w:r>
      <w:proofErr w:type="spellEnd"/>
      <w:r w:rsidRPr="003D49C0">
        <w:rPr>
          <w:b w:val="0"/>
          <w:bCs w:val="0"/>
          <w:lang w:val="sq"/>
        </w:rPr>
        <w:t xml:space="preserve"> dhe mbron rezervat ujore. Megjithatë, kufizimi i shpyllëzimit redukton gjithashtu edhe përdorimin e atyre tokave për prerjen e lëndës drusore, prodhimin e ushqimit, bioenergjinë dhe përdorime të tjera të rëndësishme.</w:t>
      </w:r>
    </w:p>
    <w:p w:rsidR="007D1F4E" w:rsidRPr="003D49C0" w:rsidRDefault="00887C32" w:rsidP="00A95362">
      <w:pPr>
        <w:pStyle w:val="Bodytext22"/>
        <w:numPr>
          <w:ilvl w:val="0"/>
          <w:numId w:val="1"/>
        </w:numPr>
        <w:shd w:val="clear" w:color="auto" w:fill="auto"/>
        <w:tabs>
          <w:tab w:val="left" w:pos="362"/>
        </w:tabs>
        <w:ind w:left="400"/>
        <w:jc w:val="both"/>
        <w:rPr>
          <w:lang w:val="sq"/>
        </w:rPr>
      </w:pPr>
      <w:r w:rsidRPr="003D49C0">
        <w:rPr>
          <w:rStyle w:val="Bodytext2Bold"/>
          <w:lang w:val="sq"/>
        </w:rPr>
        <w:t xml:space="preserve">Konsideroni pyllëzimin. </w:t>
      </w:r>
      <w:r w:rsidRPr="003D49C0">
        <w:rPr>
          <w:lang w:val="sq"/>
        </w:rPr>
        <w:t xml:space="preserve">Pyllëzimi është rritja e pyjeve të reja në tokat që nuk kanë pemë, ndonjëherë kjo është tokë që më parë ka qenë shpyllëzuar ose është degraduar. Nëse </w:t>
      </w:r>
      <w:proofErr w:type="spellStart"/>
      <w:r w:rsidRPr="003D49C0">
        <w:rPr>
          <w:lang w:val="sq"/>
        </w:rPr>
        <w:t>implementohet</w:t>
      </w:r>
      <w:proofErr w:type="spellEnd"/>
      <w:r w:rsidRPr="003D49C0">
        <w:rPr>
          <w:lang w:val="sq"/>
        </w:rPr>
        <w:t xml:space="preserve"> në shkallë të gjerë, pyllëzimi mund të përdorë tokën që nevojitet për të korra ose blegtori, duke rritur kështu çmimet e ushqimeve. Konsideroni se sa tokë do të kërkonin politikat e pyllëzimit që propozoni ju dhe grupe të tjera.</w:t>
      </w:r>
    </w:p>
    <w:p w:rsidR="007D1F4E" w:rsidRPr="003D49C0" w:rsidRDefault="00887C32" w:rsidP="00A95362">
      <w:pPr>
        <w:pStyle w:val="Bodytext22"/>
        <w:numPr>
          <w:ilvl w:val="0"/>
          <w:numId w:val="1"/>
        </w:numPr>
        <w:shd w:val="clear" w:color="auto" w:fill="auto"/>
        <w:tabs>
          <w:tab w:val="left" w:pos="362"/>
        </w:tabs>
        <w:ind w:left="400"/>
        <w:jc w:val="both"/>
        <w:rPr>
          <w:lang w:val="sq"/>
        </w:rPr>
      </w:pPr>
      <w:r w:rsidRPr="003D49C0">
        <w:rPr>
          <w:rStyle w:val="Bodytext2Bold"/>
          <w:lang w:val="sq"/>
        </w:rPr>
        <w:t xml:space="preserve">Konsideroni vendosjen e taksave për qymyrin. </w:t>
      </w:r>
      <w:r w:rsidRPr="003D49C0">
        <w:rPr>
          <w:lang w:val="sq"/>
        </w:rPr>
        <w:t>Shumë prej kombeve tuaja po ndërtojnë miniera të reja qymyri dhe termocentrale megjithëse qymyri është lënda djegëse që çliron më shumë karbon dhe është gjithashtu për një pjesë të madhe të ndotjes së ajrit që dëmton miliona në kombet e sotme. Vendosja e taksave, vendosja nën rregullore ose madje edhe nxjerrja nga përdorimi gradualisht e qymyrit, do të reduktonte me shpejtësi emetimet dhe ndotjen e rrezikshme të ajrit, si dhe do të përmirësonte shëndetin publik.</w:t>
      </w:r>
    </w:p>
    <w:p w:rsidR="007D1F4E" w:rsidRPr="003D49C0" w:rsidRDefault="00887C32" w:rsidP="00A95362">
      <w:pPr>
        <w:pStyle w:val="Bodytext22"/>
        <w:numPr>
          <w:ilvl w:val="0"/>
          <w:numId w:val="1"/>
        </w:numPr>
        <w:shd w:val="clear" w:color="auto" w:fill="auto"/>
        <w:tabs>
          <w:tab w:val="left" w:pos="362"/>
        </w:tabs>
        <w:ind w:left="400"/>
        <w:jc w:val="both"/>
        <w:rPr>
          <w:lang w:val="sq"/>
        </w:rPr>
      </w:pPr>
      <w:r w:rsidRPr="003D49C0">
        <w:rPr>
          <w:b/>
          <w:bCs/>
          <w:lang w:val="sq"/>
        </w:rPr>
        <w:t>Konsideroni vendosjen e një çmimi për emetimet e CO</w:t>
      </w:r>
      <w:r w:rsidRPr="003D49C0">
        <w:rPr>
          <w:b/>
          <w:bCs/>
          <w:vertAlign w:val="subscript"/>
          <w:lang w:val="sq"/>
        </w:rPr>
        <w:t>2</w:t>
      </w:r>
      <w:r w:rsidRPr="003D49C0">
        <w:rPr>
          <w:b/>
          <w:bCs/>
          <w:lang w:val="sq"/>
        </w:rPr>
        <w:t>.</w:t>
      </w:r>
      <w:r w:rsidRPr="003D49C0">
        <w:rPr>
          <w:lang w:val="sq"/>
        </w:rPr>
        <w:t xml:space="preserve"> Lëndët djegëse fosile vazhdojnë të dominojnë sistemin energjetik të botës, dhe gazi CO</w:t>
      </w:r>
      <w:r w:rsidRPr="003D49C0">
        <w:rPr>
          <w:vertAlign w:val="subscript"/>
          <w:lang w:val="sq"/>
        </w:rPr>
        <w:t>2</w:t>
      </w:r>
      <w:r w:rsidRPr="003D49C0">
        <w:rPr>
          <w:lang w:val="sq"/>
        </w:rPr>
        <w:t xml:space="preserve"> që ato emetojnë është deri më tani kontribuuesi më i madh në ndryshimin e klimës. Çmimet e tregut sot nuk përfshijnë dëme mjedisore dhe sociale që shkaktohen nga karburantet fosile (efektet e tyre të jashtme negative). Për më tepër, qeveritë nëpër botë, duke përfshirë shumë prej qeverive tuaja, ofrojnë 775 miliardë deri në 1 trilion dollarë në vit në subvencione për industrinë e karburanteve fosile. Ekonomistët janë dakord se një çmim për karbonin është mënyra më e mirë për të reduktuar emetimet globale të gazeve të efektit serrë. Konsideroni mbështetjen e një çmimi </w:t>
      </w:r>
      <w:proofErr w:type="spellStart"/>
      <w:r w:rsidRPr="003D49C0">
        <w:rPr>
          <w:lang w:val="sq"/>
        </w:rPr>
        <w:t>mbarëbotëror</w:t>
      </w:r>
      <w:proofErr w:type="spellEnd"/>
      <w:r w:rsidRPr="003D49C0">
        <w:rPr>
          <w:lang w:val="sq"/>
        </w:rPr>
        <w:t xml:space="preserve"> për karbonin, që mund të prezantohet gradualisht me kalimin e kohës për të dhënë kohën e duhur për përshtatje.</w:t>
      </w:r>
    </w:p>
    <w:p w:rsidR="007D1F4E" w:rsidRPr="003D49C0" w:rsidRDefault="00887C32" w:rsidP="00A95362">
      <w:pPr>
        <w:pStyle w:val="Bodytext22"/>
        <w:shd w:val="clear" w:color="auto" w:fill="auto"/>
        <w:ind w:left="400" w:firstLine="0"/>
        <w:jc w:val="both"/>
        <w:rPr>
          <w:lang w:val="sq"/>
        </w:rPr>
      </w:pPr>
      <w:r w:rsidRPr="003D49C0">
        <w:rPr>
          <w:lang w:val="sq"/>
        </w:rPr>
        <w:t xml:space="preserve">Të ardhurat mund t’i paguhen publikut ose të ndihmojnë në kompensimin e kostove të politikave të tjera. Megjithëse çmimet e karbonit janë </w:t>
      </w:r>
      <w:proofErr w:type="spellStart"/>
      <w:r w:rsidRPr="003D49C0">
        <w:rPr>
          <w:lang w:val="sq"/>
        </w:rPr>
        <w:t>implementuar</w:t>
      </w:r>
      <w:proofErr w:type="spellEnd"/>
      <w:r w:rsidRPr="003D49C0">
        <w:rPr>
          <w:lang w:val="sq"/>
        </w:rPr>
        <w:t xml:space="preserve"> në disa kombe, ato janë shumë më të ulëta se 30-50 dollarë ose më shumë për tonë CO</w:t>
      </w:r>
      <w:r w:rsidRPr="003D49C0">
        <w:rPr>
          <w:vertAlign w:val="subscript"/>
          <w:lang w:val="sq"/>
        </w:rPr>
        <w:t>2</w:t>
      </w:r>
      <w:r w:rsidRPr="003D49C0">
        <w:rPr>
          <w:lang w:val="sq"/>
        </w:rPr>
        <w:t xml:space="preserve"> siç rekomandojnë shumë ekonomistë. Por, ju mund të përballoni një lëvizje shumë të shpejtë. Klasa e mesme në kombet tuaja me vështirësi i përballon produktet dhe shërbimet që njerëzit në vendet e zhvilluara i marrin si të mirëqena, si makinat, kondicionerët, udhëtimin me avionë etj., ndërsa të varfrit në kombet tuaja kërkojnë t’u sigurohet energji elektrike, ujë i pastër, ushqim, kujdes shëndetësor, strehim i përshtatshëm, si edhe nevoja të tjera bazë të njeriut, dhe do ta ndjejnë shumë rritjen e kostove të energjisë.</w:t>
      </w:r>
    </w:p>
    <w:p w:rsidR="0033065F" w:rsidRPr="003D49C0" w:rsidRDefault="0033065F" w:rsidP="00A95362">
      <w:pPr>
        <w:pStyle w:val="Bodytext50"/>
        <w:shd w:val="clear" w:color="auto" w:fill="auto"/>
        <w:spacing w:before="0"/>
        <w:rPr>
          <w:lang w:val="sq"/>
        </w:rPr>
      </w:pPr>
    </w:p>
    <w:p w:rsidR="007D1F4E" w:rsidRPr="003D49C0" w:rsidRDefault="00887C32" w:rsidP="00A95362">
      <w:pPr>
        <w:pStyle w:val="Bodytext50"/>
        <w:shd w:val="clear" w:color="auto" w:fill="auto"/>
        <w:spacing w:before="0"/>
        <w:rPr>
          <w:lang w:val="sq"/>
        </w:rPr>
      </w:pPr>
      <w:r w:rsidRPr="003D49C0">
        <w:rPr>
          <w:lang w:val="sq"/>
        </w:rPr>
        <w:t>Konsideratat shtesë</w:t>
      </w:r>
    </w:p>
    <w:p w:rsidR="007D1F4E" w:rsidRPr="003D49C0" w:rsidRDefault="00887C32" w:rsidP="00A95362">
      <w:pPr>
        <w:pStyle w:val="Bodytext22"/>
        <w:shd w:val="clear" w:color="auto" w:fill="auto"/>
        <w:ind w:firstLine="0"/>
        <w:jc w:val="both"/>
        <w:rPr>
          <w:lang w:val="sq"/>
        </w:rPr>
      </w:pPr>
      <w:r w:rsidRPr="003D49C0">
        <w:rPr>
          <w:lang w:val="sq"/>
        </w:rPr>
        <w:t xml:space="preserve">Shumë njerëz në kombet tuaja nuk kanë </w:t>
      </w:r>
      <w:proofErr w:type="spellStart"/>
      <w:r w:rsidRPr="003D49C0">
        <w:rPr>
          <w:lang w:val="sq"/>
        </w:rPr>
        <w:t>akses</w:t>
      </w:r>
      <w:proofErr w:type="spellEnd"/>
      <w:r w:rsidRPr="003D49C0">
        <w:rPr>
          <w:lang w:val="sq"/>
        </w:rPr>
        <w:t xml:space="preserve"> në energji elektrike apo energji të besueshme dhe ekonomike. Kombet tuaja janë përgjegjëse vetëm për rreth 24% të emetimeve globale të gazeve të efektit serrë sot, dhe emetimet për person janë shumë më të ulëta se kombet në zhvillim, ose madje edhe Kina. Por, përdorimi i lëndëve djegëse fosile në kombet tuaja po rritet me shpejtësi ndërsa ekonomitë tuaja zhvillohen. Kombet e zhvilluara </w:t>
      </w:r>
      <w:proofErr w:type="spellStart"/>
      <w:r w:rsidRPr="003D49C0">
        <w:rPr>
          <w:lang w:val="sq"/>
        </w:rPr>
        <w:t>gjeneruan</w:t>
      </w:r>
      <w:proofErr w:type="spellEnd"/>
      <w:r w:rsidRPr="003D49C0">
        <w:rPr>
          <w:lang w:val="sq"/>
        </w:rPr>
        <w:t xml:space="preserve"> shumicën e totalit të emetimeve të gazeve të efektit serrë që krijuan krizën klimatike, ndërsa njerëzit tuaj do të vuajnë më shumë nga ndryshimi i klimës dhe do të kenë kapacitetin më të ulët për t’iu përshtatur. Ju besoni se është përgjegjësia e tyre morale që të reduktojnë emetimet dhe se politikat për t’iu adresuar ndryshimit të klimës nuk mund të lejohen nëse ato ngadalësojnë zhvillimin tuaj ekonomik dhe mundësinë për t’u siguruar njerëzve tuaj ushqim, vende pune, strehim, arsim, kujdes shëndetësor, si dhe nevoja të tjera bazë që njerëzit në vendet e zhvilluara i marrin si të mirëqena.</w:t>
      </w:r>
    </w:p>
    <w:p w:rsidR="007D1F4E" w:rsidRPr="003D49C0" w:rsidRDefault="00887C32" w:rsidP="00A95362">
      <w:pPr>
        <w:pStyle w:val="Bodytext22"/>
        <w:shd w:val="clear" w:color="auto" w:fill="auto"/>
        <w:ind w:firstLine="0"/>
        <w:jc w:val="both"/>
        <w:rPr>
          <w:lang w:val="sq"/>
        </w:rPr>
      </w:pPr>
      <w:r w:rsidRPr="003D49C0">
        <w:rPr>
          <w:lang w:val="sq"/>
        </w:rPr>
        <w:t xml:space="preserve">Në të njëjtën kohë, ndryshimi i klimës përbën rreziqe të rënda ndaj begatisë, shëndetit dhe jetës suaj. Ndotja e ajrit nga lëndët djegëse fosile shkakton miliona vdekje të parakohshme në kombet tuaja çdo </w:t>
      </w:r>
      <w:r w:rsidRPr="003D49C0">
        <w:rPr>
          <w:lang w:val="sq"/>
        </w:rPr>
        <w:lastRenderedPageBreak/>
        <w:t xml:space="preserve">vit. Rritja e nivelit të deteve, moti ekstrem, </w:t>
      </w:r>
      <w:proofErr w:type="spellStart"/>
      <w:r w:rsidRPr="003D49C0">
        <w:rPr>
          <w:lang w:val="sq"/>
        </w:rPr>
        <w:t>thatësirat</w:t>
      </w:r>
      <w:proofErr w:type="spellEnd"/>
      <w:r w:rsidRPr="003D49C0">
        <w:rPr>
          <w:lang w:val="sq"/>
        </w:rPr>
        <w:t xml:space="preserve">, rënia në rendimentin e të korrave dhe dëme të tjera nga ndryshimi i klimës nxisin gjithnjë e më shumë konfliktin dhe emigracionin, duke minuar legjitimitetin e qeverive tuaja dhe, për shtetet e vogla ishullore, vetë ekzistencën tuaj. Kombet tuaja kanë mundësinë të dalin nga sistemi i energjisë i bazuar në lëndët djegëse fosile, dhe të kalojnë në një sistem të pastër, efikas dhe me energji të </w:t>
      </w:r>
      <w:proofErr w:type="spellStart"/>
      <w:r w:rsidRPr="003D49C0">
        <w:rPr>
          <w:lang w:val="sq"/>
        </w:rPr>
        <w:t>rinovueshme</w:t>
      </w:r>
      <w:proofErr w:type="spellEnd"/>
      <w:r w:rsidRPr="003D49C0">
        <w:rPr>
          <w:lang w:val="sq"/>
        </w:rPr>
        <w:t xml:space="preserve">, ashtu si shumë prej jush lanë pas telefoninë fikse dhe kaluat direkt te telefonat celularë. Efikasiteti energjetik dhe energjitë e </w:t>
      </w:r>
      <w:proofErr w:type="spellStart"/>
      <w:r w:rsidRPr="003D49C0">
        <w:rPr>
          <w:lang w:val="sq"/>
        </w:rPr>
        <w:t>rinovueshme</w:t>
      </w:r>
      <w:proofErr w:type="spellEnd"/>
      <w:r w:rsidRPr="003D49C0">
        <w:rPr>
          <w:lang w:val="sq"/>
        </w:rPr>
        <w:t xml:space="preserve"> si era dhe energjia diellore, shpesh janë fitimprurëse, krijojnë vende pune dhe mundësi ekonomike dhe përmirësojnë shëndetin publik.</w:t>
      </w:r>
    </w:p>
    <w:p w:rsidR="00F367C3" w:rsidRPr="003D49C0" w:rsidRDefault="00887C32" w:rsidP="00A95362">
      <w:pPr>
        <w:spacing w:after="120"/>
        <w:jc w:val="center"/>
      </w:pPr>
      <w:r w:rsidRPr="003D49C0">
        <w:rPr>
          <w:lang w:val="sq"/>
        </w:rPr>
        <w:t>_____________</w:t>
      </w:r>
    </w:p>
    <w:p w:rsidR="00F367C3" w:rsidRPr="003D49C0" w:rsidRDefault="00F367C3" w:rsidP="00A95362">
      <w:pPr>
        <w:pStyle w:val="Bodytext22"/>
        <w:shd w:val="clear" w:color="auto" w:fill="auto"/>
        <w:ind w:firstLine="0"/>
        <w:jc w:val="both"/>
      </w:pPr>
    </w:p>
    <w:sectPr w:rsidR="00F367C3" w:rsidRPr="003D49C0" w:rsidSect="00A95362">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B0E" w:rsidRDefault="00505B0E">
      <w:r>
        <w:separator/>
      </w:r>
    </w:p>
  </w:endnote>
  <w:endnote w:type="continuationSeparator" w:id="0">
    <w:p w:rsidR="00505B0E" w:rsidRDefault="00505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C0" w:rsidRPr="003D49C0" w:rsidRDefault="003D4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C3" w:rsidRPr="003D49C0" w:rsidRDefault="00887C32">
    <w:pPr>
      <w:pStyle w:val="Footer"/>
      <w:rPr>
        <w:i/>
        <w:sz w:val="20"/>
        <w:szCs w:val="20"/>
      </w:rPr>
    </w:pPr>
    <w:r w:rsidRPr="003D49C0">
      <w:rPr>
        <w:i/>
        <w:iCs/>
        <w:sz w:val="20"/>
        <w:szCs w:val="20"/>
        <w:lang w:val="sq"/>
      </w:rPr>
      <w:t xml:space="preserve">Zhvilluar nga </w:t>
    </w:r>
    <w:proofErr w:type="spellStart"/>
    <w:r w:rsidRPr="003D49C0">
      <w:rPr>
        <w:i/>
        <w:iCs/>
        <w:sz w:val="20"/>
        <w:szCs w:val="20"/>
        <w:lang w:val="sq"/>
      </w:rPr>
      <w:t>Climate</w:t>
    </w:r>
    <w:proofErr w:type="spellEnd"/>
    <w:r w:rsidRPr="003D49C0">
      <w:rPr>
        <w:i/>
        <w:iCs/>
        <w:sz w:val="20"/>
        <w:szCs w:val="20"/>
        <w:lang w:val="sq"/>
      </w:rPr>
      <w:t xml:space="preserve"> </w:t>
    </w:r>
    <w:proofErr w:type="spellStart"/>
    <w:r w:rsidRPr="003D49C0">
      <w:rPr>
        <w:i/>
        <w:iCs/>
        <w:sz w:val="20"/>
        <w:szCs w:val="20"/>
        <w:lang w:val="sq"/>
      </w:rPr>
      <w:t>Interactive</w:t>
    </w:r>
    <w:proofErr w:type="spellEnd"/>
    <w:r w:rsidRPr="003D49C0">
      <w:rPr>
        <w:i/>
        <w:iCs/>
        <w:sz w:val="20"/>
        <w:szCs w:val="20"/>
        <w:lang w:val="sq"/>
      </w:rPr>
      <w:t xml:space="preserve">, MIT </w:t>
    </w:r>
    <w:proofErr w:type="spellStart"/>
    <w:r w:rsidRPr="003D49C0">
      <w:rPr>
        <w:i/>
        <w:iCs/>
        <w:sz w:val="20"/>
        <w:szCs w:val="20"/>
        <w:lang w:val="sq"/>
      </w:rPr>
      <w:t>Sloan</w:t>
    </w:r>
    <w:proofErr w:type="spellEnd"/>
    <w:r w:rsidRPr="003D49C0">
      <w:rPr>
        <w:i/>
        <w:iCs/>
        <w:sz w:val="20"/>
        <w:szCs w:val="20"/>
        <w:lang w:val="sq"/>
      </w:rPr>
      <w:t xml:space="preserve"> </w:t>
    </w:r>
    <w:proofErr w:type="spellStart"/>
    <w:r w:rsidRPr="003D49C0">
      <w:rPr>
        <w:i/>
        <w:iCs/>
        <w:sz w:val="20"/>
        <w:szCs w:val="20"/>
        <w:lang w:val="sq"/>
      </w:rPr>
      <w:t>School</w:t>
    </w:r>
    <w:proofErr w:type="spellEnd"/>
    <w:r w:rsidRPr="003D49C0">
      <w:rPr>
        <w:i/>
        <w:iCs/>
        <w:sz w:val="20"/>
        <w:szCs w:val="20"/>
        <w:lang w:val="sq"/>
      </w:rPr>
      <w:t xml:space="preserve"> </w:t>
    </w:r>
    <w:proofErr w:type="spellStart"/>
    <w:r w:rsidRPr="003D49C0">
      <w:rPr>
        <w:i/>
        <w:iCs/>
        <w:sz w:val="20"/>
        <w:szCs w:val="20"/>
        <w:lang w:val="sq"/>
      </w:rPr>
      <w:t>of</w:t>
    </w:r>
    <w:proofErr w:type="spellEnd"/>
    <w:r w:rsidRPr="003D49C0">
      <w:rPr>
        <w:i/>
        <w:iCs/>
        <w:sz w:val="20"/>
        <w:szCs w:val="20"/>
        <w:lang w:val="sq"/>
      </w:rPr>
      <w:t xml:space="preserve"> </w:t>
    </w:r>
    <w:proofErr w:type="spellStart"/>
    <w:r w:rsidRPr="003D49C0">
      <w:rPr>
        <w:i/>
        <w:iCs/>
        <w:sz w:val="20"/>
        <w:szCs w:val="20"/>
        <w:lang w:val="sq"/>
      </w:rPr>
      <w:t>Management</w:t>
    </w:r>
    <w:proofErr w:type="spellEnd"/>
    <w:r w:rsidRPr="003D49C0">
      <w:rPr>
        <w:i/>
        <w:iCs/>
        <w:sz w:val="20"/>
        <w:szCs w:val="20"/>
        <w:lang w:val="sq"/>
      </w:rPr>
      <w:t xml:space="preserve"> </w:t>
    </w:r>
    <w:proofErr w:type="spellStart"/>
    <w:r w:rsidRPr="003D49C0">
      <w:rPr>
        <w:i/>
        <w:iCs/>
        <w:sz w:val="20"/>
        <w:szCs w:val="20"/>
        <w:lang w:val="sq"/>
      </w:rPr>
      <w:t>Sustainability</w:t>
    </w:r>
    <w:proofErr w:type="spellEnd"/>
    <w:r w:rsidRPr="003D49C0">
      <w:rPr>
        <w:i/>
        <w:iCs/>
        <w:sz w:val="20"/>
        <w:szCs w:val="20"/>
        <w:lang w:val="sq"/>
      </w:rPr>
      <w:t xml:space="preserve"> </w:t>
    </w:r>
    <w:proofErr w:type="spellStart"/>
    <w:r w:rsidRPr="003D49C0">
      <w:rPr>
        <w:i/>
        <w:iCs/>
        <w:sz w:val="20"/>
        <w:szCs w:val="20"/>
        <w:lang w:val="sq"/>
      </w:rPr>
      <w:t>Initiative</w:t>
    </w:r>
    <w:proofErr w:type="spellEnd"/>
    <w:r w:rsidRPr="003D49C0">
      <w:rPr>
        <w:i/>
        <w:iCs/>
        <w:sz w:val="20"/>
        <w:szCs w:val="20"/>
        <w:lang w:val="sq"/>
      </w:rPr>
      <w:t xml:space="preserve">, ESB </w:t>
    </w:r>
    <w:proofErr w:type="spellStart"/>
    <w:r w:rsidRPr="003D49C0">
      <w:rPr>
        <w:i/>
        <w:iCs/>
        <w:sz w:val="20"/>
        <w:szCs w:val="20"/>
        <w:lang w:val="sq"/>
      </w:rPr>
      <w:t>Business</w:t>
    </w:r>
    <w:proofErr w:type="spellEnd"/>
    <w:r w:rsidRPr="003D49C0">
      <w:rPr>
        <w:i/>
        <w:iCs/>
        <w:sz w:val="20"/>
        <w:szCs w:val="20"/>
        <w:lang w:val="sq"/>
      </w:rPr>
      <w:t xml:space="preserve"> </w:t>
    </w:r>
    <w:proofErr w:type="spellStart"/>
    <w:r w:rsidRPr="003D49C0">
      <w:rPr>
        <w:i/>
        <w:iCs/>
        <w:sz w:val="20"/>
        <w:szCs w:val="20"/>
        <w:lang w:val="sq"/>
      </w:rPr>
      <w:t>School</w:t>
    </w:r>
    <w:proofErr w:type="spellEnd"/>
    <w:r w:rsidRPr="003D49C0">
      <w:rPr>
        <w:i/>
        <w:iCs/>
        <w:sz w:val="20"/>
        <w:szCs w:val="20"/>
        <w:lang w:val="sq"/>
      </w:rPr>
      <w:t xml:space="preserve"> dhe </w:t>
    </w:r>
    <w:proofErr w:type="spellStart"/>
    <w:r w:rsidRPr="003D49C0">
      <w:rPr>
        <w:i/>
        <w:iCs/>
        <w:sz w:val="20"/>
        <w:szCs w:val="20"/>
        <w:lang w:val="sq"/>
      </w:rPr>
      <w:t>UMass</w:t>
    </w:r>
    <w:proofErr w:type="spellEnd"/>
    <w:r w:rsidRPr="003D49C0">
      <w:rPr>
        <w:i/>
        <w:iCs/>
        <w:sz w:val="20"/>
        <w:szCs w:val="20"/>
        <w:lang w:val="sq"/>
      </w:rPr>
      <w:t xml:space="preserve"> </w:t>
    </w:r>
    <w:proofErr w:type="spellStart"/>
    <w:r w:rsidRPr="003D49C0">
      <w:rPr>
        <w:i/>
        <w:iCs/>
        <w:sz w:val="20"/>
        <w:szCs w:val="20"/>
        <w:lang w:val="sq"/>
      </w:rPr>
      <w:t>Lowell</w:t>
    </w:r>
    <w:proofErr w:type="spellEnd"/>
    <w:r w:rsidRPr="003D49C0">
      <w:rPr>
        <w:i/>
        <w:iCs/>
        <w:sz w:val="20"/>
        <w:szCs w:val="20"/>
        <w:lang w:val="sq"/>
      </w:rPr>
      <w:t xml:space="preserve"> </w:t>
    </w:r>
    <w:proofErr w:type="spellStart"/>
    <w:r w:rsidRPr="003D49C0">
      <w:rPr>
        <w:i/>
        <w:iCs/>
        <w:sz w:val="20"/>
        <w:szCs w:val="20"/>
        <w:lang w:val="sq"/>
      </w:rPr>
      <w:t>Climate</w:t>
    </w:r>
    <w:proofErr w:type="spellEnd"/>
    <w:r w:rsidRPr="003D49C0">
      <w:rPr>
        <w:i/>
        <w:iCs/>
        <w:sz w:val="20"/>
        <w:szCs w:val="20"/>
        <w:lang w:val="sq"/>
      </w:rPr>
      <w:t xml:space="preserve"> </w:t>
    </w:r>
    <w:proofErr w:type="spellStart"/>
    <w:r w:rsidRPr="003D49C0">
      <w:rPr>
        <w:i/>
        <w:iCs/>
        <w:sz w:val="20"/>
        <w:szCs w:val="20"/>
        <w:lang w:val="sq"/>
      </w:rPr>
      <w:t>Change</w:t>
    </w:r>
    <w:proofErr w:type="spellEnd"/>
    <w:r w:rsidRPr="003D49C0">
      <w:rPr>
        <w:i/>
        <w:iCs/>
        <w:sz w:val="20"/>
        <w:szCs w:val="20"/>
        <w:lang w:val="sq"/>
      </w:rPr>
      <w:t xml:space="preserve"> </w:t>
    </w:r>
    <w:proofErr w:type="spellStart"/>
    <w:r w:rsidRPr="003D49C0">
      <w:rPr>
        <w:i/>
        <w:iCs/>
        <w:sz w:val="20"/>
        <w:szCs w:val="20"/>
        <w:lang w:val="sq"/>
      </w:rPr>
      <w:t>Initiative</w:t>
    </w:r>
    <w:proofErr w:type="spellEnd"/>
    <w:r w:rsidRPr="003D49C0">
      <w:rPr>
        <w:i/>
        <w:iCs/>
        <w:sz w:val="20"/>
        <w:szCs w:val="20"/>
        <w:lang w:val="sq"/>
      </w:rPr>
      <w:t xml:space="preserve">. Përditësuar për herë të fundit në shtator 2019. </w:t>
    </w:r>
    <w:hyperlink r:id="rId1" w:history="1">
      <w:r w:rsidRPr="003D49C0">
        <w:rPr>
          <w:i/>
          <w:iCs/>
          <w:sz w:val="20"/>
          <w:szCs w:val="20"/>
          <w:lang w:val="sq"/>
        </w:rPr>
        <w:t>www.cllmatelnteractlve.org</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C0" w:rsidRPr="003D49C0" w:rsidRDefault="003D4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B0E" w:rsidRDefault="00505B0E">
      <w:r>
        <w:separator/>
      </w:r>
    </w:p>
  </w:footnote>
  <w:footnote w:type="continuationSeparator" w:id="0">
    <w:p w:rsidR="00505B0E" w:rsidRDefault="00505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C0" w:rsidRPr="003D49C0" w:rsidRDefault="003D49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C0" w:rsidRPr="003D49C0" w:rsidRDefault="003D49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C0" w:rsidRPr="003D49C0" w:rsidRDefault="003D4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F4E"/>
    <w:rsid w:val="000478B6"/>
    <w:rsid w:val="00114C61"/>
    <w:rsid w:val="00260E65"/>
    <w:rsid w:val="0033065F"/>
    <w:rsid w:val="00345F9F"/>
    <w:rsid w:val="00363BF1"/>
    <w:rsid w:val="003A2E5D"/>
    <w:rsid w:val="003D49C0"/>
    <w:rsid w:val="003F232F"/>
    <w:rsid w:val="00486689"/>
    <w:rsid w:val="00505B0E"/>
    <w:rsid w:val="005F7717"/>
    <w:rsid w:val="0063415F"/>
    <w:rsid w:val="006C020C"/>
    <w:rsid w:val="007120A5"/>
    <w:rsid w:val="00723A95"/>
    <w:rsid w:val="00791C4B"/>
    <w:rsid w:val="007A17D4"/>
    <w:rsid w:val="007A2EE5"/>
    <w:rsid w:val="007D1F4E"/>
    <w:rsid w:val="00887C32"/>
    <w:rsid w:val="008C0530"/>
    <w:rsid w:val="008C1937"/>
    <w:rsid w:val="00905546"/>
    <w:rsid w:val="00905CB5"/>
    <w:rsid w:val="009163DF"/>
    <w:rsid w:val="009F352F"/>
    <w:rsid w:val="00A067A5"/>
    <w:rsid w:val="00A17A2C"/>
    <w:rsid w:val="00A34C83"/>
    <w:rsid w:val="00A60D06"/>
    <w:rsid w:val="00A95053"/>
    <w:rsid w:val="00A95362"/>
    <w:rsid w:val="00AD4E3B"/>
    <w:rsid w:val="00B0232C"/>
    <w:rsid w:val="00B8781E"/>
    <w:rsid w:val="00BA4467"/>
    <w:rsid w:val="00C87E7D"/>
    <w:rsid w:val="00D10989"/>
    <w:rsid w:val="00DC3A12"/>
    <w:rsid w:val="00E65821"/>
    <w:rsid w:val="00E92E4D"/>
    <w:rsid w:val="00F367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2"/>
    <w:rPr>
      <w:b w:val="0"/>
      <w:bCs w:val="0"/>
      <w:i w:val="0"/>
      <w:iCs w:val="0"/>
      <w:smallCaps w:val="0"/>
      <w:strike w:val="0"/>
      <w:sz w:val="22"/>
      <w:szCs w:val="22"/>
      <w:u w:val="none"/>
    </w:rPr>
  </w:style>
  <w:style w:type="character" w:customStyle="1" w:styleId="Bodytext20">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00">
    <w:name w:val="Body text|2_0"/>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1">
    <w:name w:val="Body text|2_1"/>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_0"/>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2">
    <w:name w:val="Body text|2_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A953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36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CTJJHAUHWN5E-644613129-1055</_dlc_DocId>
    <_dlc_DocIdUrl xmlns="bfc960a6-20da-4c94-8684-71380fca093b">
      <Url>http://dm2016/eesc/2019/_layouts/15/DocIdRedir.aspx?ID=CTJJHAUHWN5E-644613129-1055</Url>
      <Description>CTJJHAUHWN5E-644613129-1055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SQ</TermName>
          <TermId xmlns="http://schemas.microsoft.com/office/infopath/2007/PartnerControls">5ac17240-8d11-45ec-9893-659b209d7a00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D2F9A-2401-45D0-A538-CB663A6FB0FF}"/>
</file>

<file path=customXml/itemProps2.xml><?xml version="1.0" encoding="utf-8"?>
<ds:datastoreItem xmlns:ds="http://schemas.openxmlformats.org/officeDocument/2006/customXml" ds:itemID="{D8D0EDA4-D7C2-4977-8958-D071C44194D1}"/>
</file>

<file path=customXml/itemProps3.xml><?xml version="1.0" encoding="utf-8"?>
<ds:datastoreItem xmlns:ds="http://schemas.openxmlformats.org/officeDocument/2006/customXml" ds:itemID="{98526031-6C91-4C3F-8F99-5B2CAA5B6AD7}"/>
</file>

<file path=customXml/itemProps4.xml><?xml version="1.0" encoding="utf-8"?>
<ds:datastoreItem xmlns:ds="http://schemas.openxmlformats.org/officeDocument/2006/customXml" ds:itemID="{05E75203-4481-4EDC-911F-CF62776B1563}"/>
</file>

<file path=docProps/app.xml><?xml version="1.0" encoding="utf-8"?>
<Properties xmlns="http://schemas.openxmlformats.org/officeDocument/2006/extended-properties" xmlns:vt="http://schemas.openxmlformats.org/officeDocument/2006/docPropsVTypes">
  <Template>Normal.dotm</Template>
  <TotalTime>0</TotalTime>
  <Pages>3</Pages>
  <Words>1345</Words>
  <Characters>7669</Characters>
  <Application>Microsoft Office Word</Application>
  <DocSecurity>4</DocSecurity>
  <Lines>63</Lines>
  <Paragraphs>17</Paragraphs>
  <ScaleCrop>false</ScaleCrop>
  <Manager/>
  <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6B - Developing Nations (II)</dc:title>
  <dc:creator/>
  <cp:keywords>EESC-2019-05163-06-00-INFO-TRA-EN</cp:keywords>
  <dc:description>Rapporteur:  - Original language: EN - Date of document: 29/11/2019 - Date of meeting:  - External documents:  - Administrator: MME Lahousse Chloé</dc:description>
  <cp:lastModifiedBy/>
  <cp:revision>1</cp:revision>
  <dcterms:created xsi:type="dcterms:W3CDTF">2019-11-29T07:15:00Z</dcterms:created>
  <dcterms:modified xsi:type="dcterms:W3CDTF">2019-11-29T07:15:00Z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e6bd4362-67ee-42f5-8f15-9c4d51d5c69f</vt:lpwstr>
  </property>
  <property fmtid="{D5CDD505-2E9C-101B-9397-08002B2CF9AE}" pid="4" name="AvailableTranslations">
    <vt:lpwstr>162;#TR|6e4ededd-04c4-4fa0-94e0-1028050302d5;#246;#ME|925b3da5-5ac0-4b3c-928c-6ef66a5c9b3c;#154;#SQ|5ac17240-8d11-45ec-9893-659b209d7a00;#153;#SR|7f3a1d13-b985-4bfd-981e-afe31377edff;#4;#EN|f2175f21-25d7-44a3-96da-d6a61b075e1b;#152;#MK|34ce48bb-063e-4413-a932-50853dc71c5c</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11389</vt:i4>
  </property>
  <property fmtid="{D5CDD505-2E9C-101B-9397-08002B2CF9AE}" pid="13" name="DocumentStatus">
    <vt:lpwstr>2;#TRA|150d2a88-1431-44e6-a8ca-0bb753ab8672</vt:lpwstr>
  </property>
  <property fmtid="{D5CDD505-2E9C-101B-9397-08002B2CF9AE}" pid="14" name="DocumentPart">
    <vt:i4>6</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ME|925b3da5-5ac0-4b3c-928c-6ef66a5c9b3c;EN|f2175f21-25d7-44a3-96da-d6a61b075e1b;MK|34ce48bb-063e-4413-a932-50853dc71c5c</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152;#MK|34ce48bb-063e-4413-a932-50853dc71c5c;#11;#INFO|d9136e7c-93a9-4c42-9d28-92b61e85f80c;#246;#ME|925b3da5-5ac0-4b3c-928c-6ef66a5c9b3c;#7;#Final|ea5e6674-7b27-4bac-b091-73adbb394efe;#5;#Unrestricted|826e22d7-d029-4ec0-a450-0c28ff673572;#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154;#SQ|5ac17240-8d11-45ec-9893-659b209d7a00</vt:lpwstr>
  </property>
  <property fmtid="{D5CDD505-2E9C-101B-9397-08002B2CF9AE}" pid="33" name="_docset_NoMedatataSyncRequired">
    <vt:lpwstr>False</vt:lpwstr>
  </property>
</Properties>
</file>